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4"/>
        <w:gridCol w:w="1805"/>
        <w:gridCol w:w="1935"/>
        <w:gridCol w:w="2087"/>
        <w:gridCol w:w="1915"/>
      </w:tblGrid>
      <w:tr w:rsidR="00054F71" w:rsidTr="00054F71">
        <w:tc>
          <w:tcPr>
            <w:tcW w:w="1915" w:type="dxa"/>
          </w:tcPr>
          <w:p w:rsidR="00054F71" w:rsidRPr="00054F71" w:rsidRDefault="00054F71" w:rsidP="00054F71">
            <w:pPr>
              <w:rPr>
                <w:sz w:val="40"/>
                <w:szCs w:val="40"/>
              </w:rPr>
            </w:pPr>
            <w:r w:rsidRPr="00054F71">
              <w:rPr>
                <w:sz w:val="40"/>
                <w:szCs w:val="40"/>
              </w:rPr>
              <w:t>Where?</w:t>
            </w:r>
          </w:p>
        </w:tc>
        <w:tc>
          <w:tcPr>
            <w:tcW w:w="1915" w:type="dxa"/>
          </w:tcPr>
          <w:p w:rsidR="00054F71" w:rsidRPr="00054F71" w:rsidRDefault="00054F71" w:rsidP="00054F71">
            <w:pPr>
              <w:rPr>
                <w:sz w:val="40"/>
                <w:szCs w:val="40"/>
              </w:rPr>
            </w:pPr>
            <w:r w:rsidRPr="00054F71">
              <w:rPr>
                <w:sz w:val="40"/>
                <w:szCs w:val="40"/>
              </w:rPr>
              <w:t>When?</w:t>
            </w:r>
          </w:p>
        </w:tc>
        <w:tc>
          <w:tcPr>
            <w:tcW w:w="1915" w:type="dxa"/>
          </w:tcPr>
          <w:p w:rsidR="00054F71" w:rsidRPr="00054F71" w:rsidRDefault="00054F71" w:rsidP="00054F71">
            <w:pPr>
              <w:rPr>
                <w:sz w:val="40"/>
                <w:szCs w:val="40"/>
              </w:rPr>
            </w:pPr>
            <w:r w:rsidRPr="00054F71">
              <w:rPr>
                <w:sz w:val="40"/>
                <w:szCs w:val="40"/>
              </w:rPr>
              <w:t>What is the climate or geography of the land?</w:t>
            </w:r>
          </w:p>
        </w:tc>
        <w:tc>
          <w:tcPr>
            <w:tcW w:w="1915" w:type="dxa"/>
          </w:tcPr>
          <w:p w:rsidR="00054F71" w:rsidRPr="00054F71" w:rsidRDefault="00054F71" w:rsidP="00054F71">
            <w:pPr>
              <w:rPr>
                <w:sz w:val="40"/>
                <w:szCs w:val="40"/>
              </w:rPr>
            </w:pPr>
            <w:r w:rsidRPr="00054F71">
              <w:rPr>
                <w:sz w:val="40"/>
                <w:szCs w:val="40"/>
              </w:rPr>
              <w:t>What plants or animals were consumed?</w:t>
            </w:r>
          </w:p>
        </w:tc>
        <w:tc>
          <w:tcPr>
            <w:tcW w:w="1916" w:type="dxa"/>
          </w:tcPr>
          <w:p w:rsidR="00054F71" w:rsidRPr="00054F71" w:rsidRDefault="00054F71" w:rsidP="00054F71">
            <w:pPr>
              <w:rPr>
                <w:sz w:val="40"/>
                <w:szCs w:val="40"/>
              </w:rPr>
            </w:pPr>
            <w:r w:rsidRPr="00054F71">
              <w:rPr>
                <w:sz w:val="40"/>
                <w:szCs w:val="40"/>
              </w:rPr>
              <w:t>What tools</w:t>
            </w:r>
            <w:r w:rsidR="00C37222">
              <w:rPr>
                <w:sz w:val="40"/>
                <w:szCs w:val="40"/>
              </w:rPr>
              <w:t>/ inventions</w:t>
            </w:r>
            <w:r w:rsidRPr="00054F71">
              <w:rPr>
                <w:sz w:val="40"/>
                <w:szCs w:val="40"/>
              </w:rPr>
              <w:t xml:space="preserve"> were used?</w:t>
            </w:r>
          </w:p>
        </w:tc>
      </w:tr>
      <w:tr w:rsidR="00054F71" w:rsidTr="00054F71">
        <w:tc>
          <w:tcPr>
            <w:tcW w:w="1915" w:type="dxa"/>
          </w:tcPr>
          <w:p w:rsidR="00054F71" w:rsidRPr="00054F71" w:rsidRDefault="00054F71" w:rsidP="00054F71">
            <w:pPr>
              <w:rPr>
                <w:sz w:val="28"/>
                <w:szCs w:val="28"/>
              </w:rPr>
            </w:pPr>
            <w:r w:rsidRPr="00054F71">
              <w:rPr>
                <w:sz w:val="28"/>
                <w:szCs w:val="28"/>
              </w:rPr>
              <w:t>Fertile Crescent</w:t>
            </w:r>
          </w:p>
        </w:tc>
        <w:tc>
          <w:tcPr>
            <w:tcW w:w="1915" w:type="dxa"/>
          </w:tcPr>
          <w:p w:rsidR="00054F71" w:rsidRPr="00054F71" w:rsidRDefault="006A0D90" w:rsidP="00054F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About 9,000 yrs. ago</w:t>
            </w:r>
          </w:p>
        </w:tc>
        <w:tc>
          <w:tcPr>
            <w:tcW w:w="1915" w:type="dxa"/>
          </w:tcPr>
          <w:p w:rsidR="00054F71" w:rsidRDefault="006A0D90" w:rsidP="00054F71">
            <w:r>
              <w:t>Fertile plains, Hot+ dry in spring+ summer, large forests, plains, hills,</w:t>
            </w:r>
          </w:p>
        </w:tc>
        <w:tc>
          <w:tcPr>
            <w:tcW w:w="1915" w:type="dxa"/>
          </w:tcPr>
          <w:p w:rsidR="00054F71" w:rsidRDefault="006A0D90" w:rsidP="00054F71">
            <w:r>
              <w:t>Dates, apples, wheat, barley, beans, onions, lettuce, pomegranate, cattle sheep, pigs, goats, grapes, melons</w:t>
            </w:r>
          </w:p>
        </w:tc>
        <w:tc>
          <w:tcPr>
            <w:tcW w:w="1916" w:type="dxa"/>
          </w:tcPr>
          <w:p w:rsidR="00054F71" w:rsidRDefault="006A0D90" w:rsidP="00054F71">
            <w:r>
              <w:t xml:space="preserve">Irrigation canals, levees, </w:t>
            </w:r>
            <w:r w:rsidR="00C37222">
              <w:t>domestication</w:t>
            </w:r>
            <w:r w:rsidR="00CE0F24">
              <w:t>, plows,</w:t>
            </w:r>
            <w:bookmarkStart w:id="0" w:name="_GoBack"/>
            <w:bookmarkEnd w:id="0"/>
            <w:r w:rsidR="0048604A">
              <w:t xml:space="preserve"> surpluses</w:t>
            </w:r>
          </w:p>
        </w:tc>
      </w:tr>
      <w:tr w:rsidR="00054F71" w:rsidTr="00054F71">
        <w:tc>
          <w:tcPr>
            <w:tcW w:w="1915" w:type="dxa"/>
          </w:tcPr>
          <w:p w:rsidR="00054F71" w:rsidRPr="00054F71" w:rsidRDefault="00054F71" w:rsidP="00054F71">
            <w:pPr>
              <w:rPr>
                <w:sz w:val="28"/>
                <w:szCs w:val="28"/>
              </w:rPr>
            </w:pPr>
            <w:r w:rsidRPr="00054F71">
              <w:rPr>
                <w:sz w:val="28"/>
                <w:szCs w:val="28"/>
              </w:rPr>
              <w:t>Jericho, Israel</w:t>
            </w:r>
          </w:p>
        </w:tc>
        <w:tc>
          <w:tcPr>
            <w:tcW w:w="1915" w:type="dxa"/>
          </w:tcPr>
          <w:p w:rsidR="00054F71" w:rsidRDefault="00C37222" w:rsidP="00054F71">
            <w:r>
              <w:t>About 10,000 yrs. ago</w:t>
            </w:r>
          </w:p>
        </w:tc>
        <w:tc>
          <w:tcPr>
            <w:tcW w:w="1915" w:type="dxa"/>
          </w:tcPr>
          <w:p w:rsidR="00054F71" w:rsidRDefault="00C37222" w:rsidP="00054F71">
            <w:r w:rsidRPr="00C37222">
              <w:t>Edge of oasis along the Jordan River, dry, hot summers, mild- wet winters</w:t>
            </w:r>
          </w:p>
        </w:tc>
        <w:tc>
          <w:tcPr>
            <w:tcW w:w="1915" w:type="dxa"/>
          </w:tcPr>
          <w:p w:rsidR="00054F71" w:rsidRDefault="00C37222" w:rsidP="00054F71">
            <w:r>
              <w:t>Barley, livestock</w:t>
            </w:r>
          </w:p>
        </w:tc>
        <w:tc>
          <w:tcPr>
            <w:tcW w:w="1916" w:type="dxa"/>
          </w:tcPr>
          <w:p w:rsidR="00054F71" w:rsidRDefault="00C37222" w:rsidP="00054F71">
            <w:r>
              <w:t>Cultivation</w:t>
            </w:r>
            <w:r w:rsidR="0048604A">
              <w:t>, sickles made out of flint, houses, war, cities</w:t>
            </w:r>
          </w:p>
        </w:tc>
      </w:tr>
      <w:tr w:rsidR="00054F71" w:rsidTr="00054F71">
        <w:tc>
          <w:tcPr>
            <w:tcW w:w="1915" w:type="dxa"/>
          </w:tcPr>
          <w:p w:rsidR="00054F71" w:rsidRPr="00054F71" w:rsidRDefault="00054F71" w:rsidP="00054F71">
            <w:pPr>
              <w:rPr>
                <w:sz w:val="28"/>
                <w:szCs w:val="28"/>
              </w:rPr>
            </w:pPr>
            <w:proofErr w:type="spellStart"/>
            <w:r w:rsidRPr="00054F71">
              <w:rPr>
                <w:sz w:val="28"/>
                <w:szCs w:val="28"/>
              </w:rPr>
              <w:t>Kara</w:t>
            </w:r>
            <w:r w:rsidR="006A0D90">
              <w:rPr>
                <w:sz w:val="28"/>
                <w:szCs w:val="28"/>
              </w:rPr>
              <w:t>cad</w:t>
            </w:r>
            <w:r w:rsidRPr="00054F71">
              <w:rPr>
                <w:sz w:val="28"/>
                <w:szCs w:val="28"/>
              </w:rPr>
              <w:t>ag</w:t>
            </w:r>
            <w:proofErr w:type="spellEnd"/>
            <w:r w:rsidRPr="00054F71">
              <w:rPr>
                <w:sz w:val="28"/>
                <w:szCs w:val="28"/>
              </w:rPr>
              <w:t xml:space="preserve"> Mountains, Turkey</w:t>
            </w:r>
          </w:p>
        </w:tc>
        <w:tc>
          <w:tcPr>
            <w:tcW w:w="1915" w:type="dxa"/>
          </w:tcPr>
          <w:p w:rsidR="00054F71" w:rsidRDefault="006A0D90" w:rsidP="00054F71">
            <w:r>
              <w:t>About 11,000 yrs. ago</w:t>
            </w:r>
          </w:p>
        </w:tc>
        <w:tc>
          <w:tcPr>
            <w:tcW w:w="1915" w:type="dxa"/>
          </w:tcPr>
          <w:p w:rsidR="00054F71" w:rsidRDefault="006A0D90" w:rsidP="00054F71">
            <w:r>
              <w:t>Semi- Mountain Landscape, Upper edge of Fertile Crescent,</w:t>
            </w:r>
          </w:p>
        </w:tc>
        <w:tc>
          <w:tcPr>
            <w:tcW w:w="1915" w:type="dxa"/>
          </w:tcPr>
          <w:p w:rsidR="00054F71" w:rsidRDefault="006A0D90" w:rsidP="00054F71">
            <w:r>
              <w:t>Wheat and gra</w:t>
            </w:r>
            <w:r w:rsidR="00C37222">
              <w:t>ins</w:t>
            </w:r>
          </w:p>
        </w:tc>
        <w:tc>
          <w:tcPr>
            <w:tcW w:w="1916" w:type="dxa"/>
          </w:tcPr>
          <w:p w:rsidR="00054F71" w:rsidRDefault="00C37222" w:rsidP="00054F71">
            <w:r>
              <w:t>Domestication</w:t>
            </w:r>
          </w:p>
        </w:tc>
      </w:tr>
    </w:tbl>
    <w:p w:rsidR="002B523E" w:rsidRPr="00054F71" w:rsidRDefault="002B523E" w:rsidP="00054F71"/>
    <w:sectPr w:rsidR="002B523E" w:rsidRPr="00054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F71"/>
    <w:rsid w:val="00054F71"/>
    <w:rsid w:val="002B523E"/>
    <w:rsid w:val="00454E8F"/>
    <w:rsid w:val="0048604A"/>
    <w:rsid w:val="005965F1"/>
    <w:rsid w:val="006A0D90"/>
    <w:rsid w:val="008A7E6A"/>
    <w:rsid w:val="00C37222"/>
    <w:rsid w:val="00CE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7746DC7A.dotm</Template>
  <TotalTime>7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Lakeland CSD</dc:creator>
  <cp:keywords/>
  <dc:description/>
  <cp:lastModifiedBy>Lakeland CSD</cp:lastModifiedBy>
  <cp:revision>3</cp:revision>
  <dcterms:created xsi:type="dcterms:W3CDTF">2011-12-15T19:43:00Z</dcterms:created>
  <dcterms:modified xsi:type="dcterms:W3CDTF">2011-12-15T20:29:00Z</dcterms:modified>
</cp:coreProperties>
</file>